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39D14D68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7F5748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4B6E9FDB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6DF783C0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0A042A">
      <w:pPr>
        <w:pStyle w:val="ListParagraph"/>
        <w:rPr>
          <w:rFonts w:ascii="Arial" w:hAnsi="Arial" w:cs="Arial"/>
          <w:lang w:val="en-CA"/>
        </w:rPr>
      </w:pPr>
    </w:p>
    <w:p w14:paraId="54807767" w14:textId="091C04B7" w:rsidR="001F10AF" w:rsidRDefault="00760120" w:rsidP="000A042A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7F5748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1698A7C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28F2AB56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532449">
        <w:rPr>
          <w:rFonts w:ascii="Arial" w:hAnsi="Arial" w:cs="Arial"/>
          <w:lang w:val="en-CA"/>
        </w:rPr>
        <w:t>8</w:t>
      </w:r>
      <w:r w:rsidR="005C1C9B" w:rsidRPr="000A042A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4F0EDAF4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lastRenderedPageBreak/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07F29511" w:rsidR="00E14113" w:rsidRPr="00A9611B" w:rsidRDefault="00E14113" w:rsidP="000A042A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0A042A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0A042A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0A042A">
        <w:rPr>
          <w:rStyle w:val="hps"/>
          <w:rFonts w:ascii="Arial" w:hAnsi="Arial" w:cs="Arial"/>
          <w:lang w:val="en-CA"/>
        </w:rPr>
        <w:t xml:space="preserve"> and the </w:t>
      </w:r>
      <w:r w:rsidR="000A0856" w:rsidRPr="000A042A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04924372" w14:textId="77777777" w:rsidR="006F7531" w:rsidRDefault="006F7531" w:rsidP="00486B07">
      <w:pPr>
        <w:rPr>
          <w:rFonts w:ascii="Arial" w:hAnsi="Arial" w:cs="Arial"/>
          <w:b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7F0850F8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123BBB">
        <w:rPr>
          <w:rFonts w:ascii="Arial" w:hAnsi="Arial" w:cs="Arial"/>
          <w:iCs/>
          <w:lang w:val="en-CA"/>
        </w:rPr>
        <w:t>346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123BBB">
        <w:rPr>
          <w:rFonts w:ascii="Arial" w:hAnsi="Arial" w:cs="Arial"/>
          <w:iCs/>
          <w:lang w:val="en-CA"/>
        </w:rPr>
        <w:t>1135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7D585C0B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1F10AF">
        <w:rPr>
          <w:rFonts w:ascii="Arial" w:hAnsi="Arial" w:cs="Arial"/>
          <w:iCs/>
          <w:lang w:val="en-CA"/>
        </w:rPr>
        <w:t xml:space="preserve">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1B58BF2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7F5748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41D01FFC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1C4476AE" w:rsidR="00207E8C" w:rsidRPr="00207E8C" w:rsidRDefault="00486B07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at</w:t>
      </w:r>
      <w:proofErr w:type="gramEnd"/>
      <w:r>
        <w:rPr>
          <w:rFonts w:ascii="Arial" w:hAnsi="Arial" w:cs="Arial"/>
          <w:iCs/>
          <w:lang w:val="en-CA"/>
        </w:rPr>
        <w:t xml:space="preserve">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>At least 0.35uW/cm</w:t>
      </w:r>
      <w:r w:rsidR="00207E8C"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6867E87A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123BBB">
        <w:rPr>
          <w:rFonts w:ascii="Arial" w:hAnsi="Arial" w:cs="Arial"/>
          <w:iCs/>
          <w:lang w:val="en-CA"/>
        </w:rPr>
        <w:t>75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3FE9E0EA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486B07">
        <w:rPr>
          <w:rFonts w:ascii="Arial" w:hAnsi="Arial" w:cs="Arial"/>
          <w:iCs/>
          <w:lang w:val="en-CA"/>
        </w:rPr>
        <w:t>3.75</w:t>
      </w:r>
      <w:r w:rsidR="00532449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486B07">
        <w:rPr>
          <w:rFonts w:ascii="Arial" w:hAnsi="Arial" w:cs="Arial"/>
          <w:iCs/>
          <w:lang w:val="en-CA"/>
        </w:rPr>
        <w:t>8.3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6E040871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1F10AF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568A72C7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123BBB">
        <w:rPr>
          <w:rFonts w:ascii="Arial" w:hAnsi="Arial" w:cs="Arial"/>
          <w:iCs/>
          <w:lang w:val="fr-CA"/>
        </w:rPr>
        <w:t>318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123BBB">
        <w:rPr>
          <w:rFonts w:ascii="Arial" w:hAnsi="Arial" w:cs="Arial"/>
          <w:iCs/>
          <w:lang w:val="fr-CA"/>
        </w:rPr>
        <w:t>82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0F5EB8">
        <w:rPr>
          <w:rFonts w:ascii="Arial" w:hAnsi="Arial" w:cs="Arial"/>
          <w:iCs/>
          <w:lang w:val="fr-CA"/>
        </w:rPr>
        <w:t>7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123BBB">
        <w:rPr>
          <w:rFonts w:ascii="Arial" w:hAnsi="Arial" w:cs="Arial"/>
          <w:iCs/>
          <w:lang w:val="fr-CA"/>
        </w:rPr>
        <w:t>12.5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0989A943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486B07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486B07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54C60F68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486B07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486B07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Pr="00961A18" w:rsidRDefault="0002564A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2871D96C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486B07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1B4791">
        <w:rPr>
          <w:rFonts w:ascii="Arial" w:hAnsi="Arial" w:cs="Arial"/>
          <w:lang w:val="en-CA"/>
        </w:rPr>
        <w:t>6</w:t>
      </w:r>
      <w:r w:rsidR="00960A00">
        <w:rPr>
          <w:rFonts w:ascii="Arial" w:hAnsi="Arial" w:cs="Arial"/>
          <w:lang w:val="en-CA"/>
        </w:rPr>
        <w:t>-</w:t>
      </w:r>
      <w:r w:rsidR="00123BBB">
        <w:rPr>
          <w:rFonts w:ascii="Arial" w:hAnsi="Arial" w:cs="Arial"/>
          <w:lang w:val="en-CA"/>
        </w:rPr>
        <w:t>3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C88A0" w14:textId="77777777" w:rsidR="005C66F6" w:rsidRDefault="005C66F6">
      <w:r>
        <w:separator/>
      </w:r>
    </w:p>
  </w:endnote>
  <w:endnote w:type="continuationSeparator" w:id="0">
    <w:p w14:paraId="1D2B0637" w14:textId="77777777" w:rsidR="005C66F6" w:rsidRDefault="005C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12185" w14:textId="77777777" w:rsidR="005C66F6" w:rsidRDefault="005C66F6">
      <w:r>
        <w:separator/>
      </w:r>
    </w:p>
  </w:footnote>
  <w:footnote w:type="continuationSeparator" w:id="0">
    <w:p w14:paraId="360FE7DF" w14:textId="77777777" w:rsidR="005C66F6" w:rsidRDefault="005C6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0A042A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0A042A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7CF3592D" w:rsidR="00BE01DF" w:rsidRPr="000A042A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0A042A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1B4791" w:rsidRPr="000A042A">
            <w:rPr>
              <w:rFonts w:ascii="Arial" w:eastAsiaTheme="majorEastAsia" w:hAnsi="Arial" w:cs="Arial"/>
              <w:sz w:val="28"/>
              <w:szCs w:val="28"/>
              <w:lang w:val="en-CA"/>
            </w:rPr>
            <w:t>6</w:t>
          </w:r>
          <w:r w:rsidRPr="000A042A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123BBB" w:rsidRPr="000A042A">
            <w:rPr>
              <w:rFonts w:ascii="Arial" w:eastAsiaTheme="majorEastAsia" w:hAnsi="Arial" w:cs="Arial"/>
              <w:sz w:val="28"/>
              <w:szCs w:val="28"/>
              <w:lang w:val="en-CA"/>
            </w:rPr>
            <w:t>3</w:t>
          </w:r>
          <w:r w:rsidRPr="000A042A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7A6BBCD5" w:rsidR="00BE01DF" w:rsidRPr="000A042A" w:rsidRDefault="00123BB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0A042A">
            <w:rPr>
              <w:rFonts w:ascii="Arial" w:hAnsi="Arial" w:cs="Arial"/>
              <w:sz w:val="24"/>
              <w:szCs w:val="28"/>
              <w:lang w:val="en-CA"/>
            </w:rPr>
            <w:t>42</w:t>
          </w:r>
          <w:r w:rsidR="00BE01DF" w:rsidRPr="000A042A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0A042A">
            <w:rPr>
              <w:rFonts w:ascii="Arial" w:hAnsi="Arial" w:cs="Arial"/>
              <w:sz w:val="24"/>
              <w:szCs w:val="28"/>
              <w:lang w:val="en-CA"/>
            </w:rPr>
            <w:t>346</w:t>
          </w:r>
          <w:r w:rsidR="00BE01DF" w:rsidRPr="000A042A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0A042A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0A042A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0A042A">
            <w:rPr>
              <w:rFonts w:ascii="Arial" w:hAnsi="Arial" w:cs="Arial"/>
              <w:sz w:val="24"/>
              <w:szCs w:val="28"/>
              <w:lang w:val="en-CA"/>
            </w:rPr>
            <w:t>138</w:t>
          </w:r>
          <w:r w:rsidR="00BD35E6" w:rsidRPr="000A042A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0A042A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0A042A">
            <w:rPr>
              <w:rFonts w:ascii="Arial" w:hAnsi="Arial" w:cs="Arial"/>
              <w:sz w:val="24"/>
              <w:szCs w:val="28"/>
              <w:lang w:val="en-CA"/>
            </w:rPr>
            <w:t>1135</w:t>
          </w:r>
          <w:r w:rsidR="00BE01DF" w:rsidRPr="000A042A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123837BC" w:rsidR="00BE01DF" w:rsidRPr="000A042A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0A042A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742FC1" w:rsidRPr="000A042A">
            <w:rPr>
              <w:rFonts w:ascii="Arial" w:eastAsiaTheme="majorEastAsia" w:hAnsi="Arial" w:cs="Arial"/>
              <w:sz w:val="24"/>
              <w:szCs w:val="28"/>
              <w:lang w:val="en-CA"/>
            </w:rPr>
            <w:t>80</w:t>
          </w:r>
          <w:r w:rsidRPr="000A042A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42A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2C5E90"/>
    <w:rsid w:val="0031069A"/>
    <w:rsid w:val="00316359"/>
    <w:rsid w:val="00322BE3"/>
    <w:rsid w:val="00335273"/>
    <w:rsid w:val="00351A8F"/>
    <w:rsid w:val="00361424"/>
    <w:rsid w:val="0037739B"/>
    <w:rsid w:val="0038299C"/>
    <w:rsid w:val="00385DEF"/>
    <w:rsid w:val="003A2D07"/>
    <w:rsid w:val="003A4182"/>
    <w:rsid w:val="003C618D"/>
    <w:rsid w:val="003C6984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86B07"/>
    <w:rsid w:val="004A3547"/>
    <w:rsid w:val="004A6AE8"/>
    <w:rsid w:val="004E5EF3"/>
    <w:rsid w:val="004E7BEE"/>
    <w:rsid w:val="004F2B35"/>
    <w:rsid w:val="005044E6"/>
    <w:rsid w:val="00516CA0"/>
    <w:rsid w:val="00531962"/>
    <w:rsid w:val="00532449"/>
    <w:rsid w:val="005727CA"/>
    <w:rsid w:val="0059639E"/>
    <w:rsid w:val="005B340D"/>
    <w:rsid w:val="005B6359"/>
    <w:rsid w:val="005C1C9B"/>
    <w:rsid w:val="005C35C3"/>
    <w:rsid w:val="005C66F6"/>
    <w:rsid w:val="005C7626"/>
    <w:rsid w:val="005D00FD"/>
    <w:rsid w:val="005D0F38"/>
    <w:rsid w:val="005D3397"/>
    <w:rsid w:val="005D6B38"/>
    <w:rsid w:val="006274F2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D3161"/>
    <w:rsid w:val="007E20B5"/>
    <w:rsid w:val="007F4973"/>
    <w:rsid w:val="007F5748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E15C-D79A-444B-8715-D9A4BEB5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</TotalTime>
  <Pages>3</Pages>
  <Words>691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4</cp:revision>
  <cp:lastPrinted>2012-04-06T14:26:00Z</cp:lastPrinted>
  <dcterms:created xsi:type="dcterms:W3CDTF">2017-01-27T11:27:00Z</dcterms:created>
  <dcterms:modified xsi:type="dcterms:W3CDTF">2017-02-01T12:32:00Z</dcterms:modified>
</cp:coreProperties>
</file>